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6B612" w14:textId="77777777" w:rsidR="00485C89" w:rsidRDefault="00485C89" w:rsidP="002F3FB0">
      <w:pPr>
        <w:spacing w:after="240" w:line="240" w:lineRule="auto"/>
        <w:jc w:val="both"/>
        <w:rPr>
          <w:rFonts w:ascii="Leelawadee" w:hAnsi="Leelawadee" w:cs="Leelawadee"/>
        </w:rPr>
      </w:pPr>
    </w:p>
    <w:tbl>
      <w:tblPr>
        <w:tblStyle w:val="Grilledutableau"/>
        <w:tblW w:w="0" w:type="auto"/>
        <w:tblLook w:val="04A0" w:firstRow="1" w:lastRow="0" w:firstColumn="1" w:lastColumn="0" w:noHBand="0" w:noVBand="1"/>
      </w:tblPr>
      <w:tblGrid>
        <w:gridCol w:w="9628"/>
      </w:tblGrid>
      <w:tr w:rsidR="00485C89" w:rsidRPr="00E82432" w14:paraId="645AC0D5" w14:textId="77777777" w:rsidTr="00535DA6">
        <w:tc>
          <w:tcPr>
            <w:tcW w:w="9628" w:type="dxa"/>
          </w:tcPr>
          <w:p w14:paraId="08F57142" w14:textId="77777777" w:rsidR="00485C89" w:rsidRPr="00E82432" w:rsidRDefault="00485C89" w:rsidP="00535DA6">
            <w:pPr>
              <w:pStyle w:val="En-tte"/>
              <w:spacing w:line="280" w:lineRule="exact"/>
              <w:jc w:val="center"/>
              <w:rPr>
                <w:rFonts w:ascii="Leelawadee" w:hAnsi="Leelawadee" w:cs="Leelawadee"/>
                <w:b/>
              </w:rPr>
            </w:pPr>
          </w:p>
          <w:p w14:paraId="4B069E28" w14:textId="7103B427" w:rsidR="00485C89" w:rsidRDefault="00485C89" w:rsidP="00535DA6">
            <w:pPr>
              <w:pStyle w:val="En-tte"/>
              <w:spacing w:line="280" w:lineRule="exact"/>
              <w:jc w:val="center"/>
              <w:rPr>
                <w:rFonts w:ascii="Leelawadee" w:hAnsi="Leelawadee" w:cs="Leelawadee"/>
                <w:b/>
                <w:sz w:val="28"/>
              </w:rPr>
            </w:pPr>
            <w:r>
              <w:rPr>
                <w:rFonts w:ascii="Leelawadee" w:hAnsi="Leelawadee" w:cs="Leelawadee"/>
                <w:b/>
                <w:sz w:val="28"/>
              </w:rPr>
              <w:t xml:space="preserve">ANNEXE </w:t>
            </w:r>
            <w:r w:rsidR="00D0028E">
              <w:rPr>
                <w:rFonts w:ascii="Leelawadee" w:hAnsi="Leelawadee" w:cs="Leelawadee"/>
                <w:b/>
                <w:sz w:val="28"/>
              </w:rPr>
              <w:t>3</w:t>
            </w:r>
            <w:r w:rsidRPr="00E82432">
              <w:rPr>
                <w:rFonts w:ascii="Leelawadee" w:hAnsi="Leelawadee" w:cs="Leelawadee"/>
                <w:b/>
                <w:sz w:val="28"/>
              </w:rPr>
              <w:t xml:space="preserve"> </w:t>
            </w:r>
            <w:r>
              <w:rPr>
                <w:rFonts w:ascii="Leelawadee" w:hAnsi="Leelawadee" w:cs="Leelawadee"/>
                <w:b/>
                <w:sz w:val="28"/>
              </w:rPr>
              <w:t xml:space="preserve">AU REGLEMENT DE LA CONSULTATION </w:t>
            </w:r>
          </w:p>
          <w:p w14:paraId="57EE52AD" w14:textId="77777777" w:rsidR="00485C89" w:rsidRDefault="00485C89" w:rsidP="00535DA6">
            <w:pPr>
              <w:pStyle w:val="En-tte"/>
              <w:spacing w:line="280" w:lineRule="exact"/>
              <w:jc w:val="center"/>
              <w:rPr>
                <w:rFonts w:ascii="Leelawadee" w:hAnsi="Leelawadee" w:cs="Leelawadee"/>
                <w:b/>
                <w:sz w:val="28"/>
              </w:rPr>
            </w:pPr>
          </w:p>
          <w:p w14:paraId="6CE69122" w14:textId="77777777" w:rsidR="00485C89" w:rsidRPr="00E82432" w:rsidRDefault="00485C89" w:rsidP="00535DA6">
            <w:pPr>
              <w:pStyle w:val="En-tte"/>
              <w:spacing w:line="280" w:lineRule="exact"/>
              <w:jc w:val="center"/>
              <w:rPr>
                <w:rFonts w:ascii="Leelawadee" w:hAnsi="Leelawadee" w:cs="Leelawadee"/>
                <w:b/>
              </w:rPr>
            </w:pPr>
          </w:p>
        </w:tc>
      </w:tr>
      <w:tr w:rsidR="00485C89" w:rsidRPr="00E82432" w14:paraId="3B16B962" w14:textId="77777777" w:rsidTr="00535DA6">
        <w:tc>
          <w:tcPr>
            <w:tcW w:w="9628" w:type="dxa"/>
          </w:tcPr>
          <w:p w14:paraId="08A49269" w14:textId="77777777" w:rsidR="00485C89" w:rsidRPr="00E82432" w:rsidRDefault="00485C89" w:rsidP="00535DA6">
            <w:pPr>
              <w:pStyle w:val="En-tte"/>
              <w:spacing w:line="280" w:lineRule="exact"/>
              <w:jc w:val="center"/>
              <w:rPr>
                <w:rFonts w:ascii="Leelawadee" w:hAnsi="Leelawadee" w:cs="Leelawadee"/>
              </w:rPr>
            </w:pPr>
          </w:p>
          <w:p w14:paraId="2C917041" w14:textId="77777777" w:rsidR="00485C89" w:rsidRPr="00E82432" w:rsidRDefault="00485C89" w:rsidP="00535DA6">
            <w:pPr>
              <w:pStyle w:val="En-tte"/>
              <w:spacing w:line="280" w:lineRule="exact"/>
              <w:jc w:val="center"/>
              <w:rPr>
                <w:rFonts w:ascii="Leelawadee" w:hAnsi="Leelawadee" w:cs="Leelawadee"/>
                <w:b/>
                <w:sz w:val="24"/>
              </w:rPr>
            </w:pPr>
            <w:r w:rsidRPr="00E82432">
              <w:rPr>
                <w:rFonts w:ascii="Leelawadee" w:hAnsi="Leelawadee" w:cs="Leelawadee"/>
                <w:b/>
                <w:sz w:val="24"/>
              </w:rPr>
              <w:t>ATTESTATION SUR L’HONNEUR</w:t>
            </w:r>
          </w:p>
          <w:p w14:paraId="628C4A99" w14:textId="77777777" w:rsidR="00485C89" w:rsidRPr="00E82432" w:rsidRDefault="00485C89" w:rsidP="00535DA6">
            <w:pPr>
              <w:pStyle w:val="En-tte"/>
              <w:spacing w:line="280" w:lineRule="exact"/>
              <w:jc w:val="center"/>
              <w:rPr>
                <w:rFonts w:ascii="Leelawadee" w:hAnsi="Leelawadee" w:cs="Leelawadee"/>
              </w:rPr>
            </w:pPr>
          </w:p>
        </w:tc>
      </w:tr>
    </w:tbl>
    <w:p w14:paraId="5B91F1C8" w14:textId="77777777" w:rsidR="00485C89" w:rsidRDefault="00485C89" w:rsidP="002F3FB0">
      <w:pPr>
        <w:spacing w:after="240" w:line="240" w:lineRule="auto"/>
        <w:jc w:val="both"/>
        <w:rPr>
          <w:rFonts w:ascii="Leelawadee" w:hAnsi="Leelawadee" w:cs="Leelawadee"/>
        </w:rPr>
      </w:pPr>
    </w:p>
    <w:p w14:paraId="5E98D393" w14:textId="598B99A3"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Je, soussigné, </w:t>
      </w:r>
      <w:r w:rsidR="00905643" w:rsidRPr="00E82432">
        <w:rPr>
          <w:rFonts w:ascii="Leelawadee" w:hAnsi="Leelawadee" w:cs="Leelawadee"/>
        </w:rPr>
        <w:t>………………………………</w:t>
      </w:r>
      <w:proofErr w:type="gramStart"/>
      <w:r w:rsidR="00905643" w:rsidRPr="00E82432">
        <w:rPr>
          <w:rFonts w:ascii="Leelawadee" w:hAnsi="Leelawadee" w:cs="Leelawadee"/>
        </w:rPr>
        <w:t>……</w:t>
      </w:r>
      <w:r w:rsidR="002C1A2B" w:rsidRPr="00E82432">
        <w:rPr>
          <w:rFonts w:ascii="Leelawadee" w:hAnsi="Leelawadee" w:cs="Leelawadee"/>
        </w:rPr>
        <w:t>.</w:t>
      </w:r>
      <w:proofErr w:type="gramEnd"/>
      <w:r w:rsidR="002C1A2B" w:rsidRPr="00E82432">
        <w:rPr>
          <w:rFonts w:ascii="Leelawadee" w:hAnsi="Leelawadee" w:cs="Leelawadee"/>
        </w:rPr>
        <w:t>,</w:t>
      </w:r>
      <w:r w:rsidRPr="00E82432">
        <w:rPr>
          <w:rFonts w:ascii="Leelawadee" w:hAnsi="Leelawadee" w:cs="Leelawadee"/>
        </w:rPr>
        <w:t xml:space="preserve"> représentant légal de la société </w:t>
      </w:r>
      <w:r w:rsidR="002C1A2B" w:rsidRPr="00E82432">
        <w:rPr>
          <w:rFonts w:ascii="Leelawadee" w:hAnsi="Leelawadee" w:cs="Leelawadee"/>
        </w:rPr>
        <w:t>………………………………………………</w:t>
      </w:r>
      <w:r w:rsidRPr="00E82432">
        <w:rPr>
          <w:rFonts w:ascii="Leelawadee" w:hAnsi="Leelawadee" w:cs="Leelawadee"/>
        </w:rPr>
        <w:t xml:space="preserve">, </w:t>
      </w:r>
    </w:p>
    <w:p w14:paraId="36232A50" w14:textId="6C2991E8" w:rsidR="00D0028E" w:rsidRPr="008010CD" w:rsidRDefault="00C04A3D" w:rsidP="00D0028E">
      <w:pPr>
        <w:spacing w:after="240" w:line="240" w:lineRule="auto"/>
        <w:jc w:val="both"/>
        <w:rPr>
          <w:rFonts w:ascii="Leelawadee" w:hAnsi="Leelawadee" w:cs="Leelawadee"/>
        </w:rPr>
      </w:pPr>
      <w:r w:rsidRPr="00E82432">
        <w:rPr>
          <w:rFonts w:ascii="Leelawadee" w:hAnsi="Leelawadee" w:cs="Leelawadee"/>
        </w:rPr>
        <w:t>Candidat à l’attribution</w:t>
      </w:r>
      <w:r w:rsidR="00686D24">
        <w:rPr>
          <w:rFonts w:ascii="Leelawadee" w:hAnsi="Leelawadee" w:cs="Leelawadee"/>
        </w:rPr>
        <w:t xml:space="preserve"> </w:t>
      </w:r>
      <w:r w:rsidR="00686D24" w:rsidRPr="008010CD">
        <w:rPr>
          <w:rFonts w:ascii="Leelawadee" w:hAnsi="Leelawadee" w:cs="Leelawadee"/>
        </w:rPr>
        <w:t>d’un</w:t>
      </w:r>
      <w:r w:rsidR="002C1A2B" w:rsidRPr="008010CD">
        <w:rPr>
          <w:rFonts w:ascii="Leelawadee" w:hAnsi="Leelawadee" w:cs="Leelawadee"/>
        </w:rPr>
        <w:t xml:space="preserve"> marché </w:t>
      </w:r>
      <w:r w:rsidR="00686D24" w:rsidRPr="008010CD">
        <w:rPr>
          <w:rFonts w:ascii="Leelawadee" w:hAnsi="Leelawadee" w:cs="Leelawadee"/>
        </w:rPr>
        <w:t>issu de consultation</w:t>
      </w:r>
      <w:r w:rsidR="00485C89" w:rsidRPr="008010CD">
        <w:rPr>
          <w:rFonts w:ascii="Leelawadee" w:hAnsi="Leelawadee" w:cs="Leelawadee"/>
          <w:iCs/>
        </w:rPr>
        <w:t xml:space="preserve"> n</w:t>
      </w:r>
      <w:r w:rsidR="00485C89" w:rsidRPr="008010CD">
        <w:rPr>
          <w:rFonts w:ascii="Leelawadee" w:hAnsi="Leelawadee" w:cs="Leelawadee"/>
          <w:b/>
          <w:bCs/>
          <w:iCs/>
        </w:rPr>
        <w:t>°25-</w:t>
      </w:r>
      <w:r w:rsidR="008010CD" w:rsidRPr="008010CD">
        <w:rPr>
          <w:rFonts w:ascii="Leelawadee" w:hAnsi="Leelawadee" w:cs="Leelawadee"/>
          <w:b/>
          <w:bCs/>
          <w:iCs/>
        </w:rPr>
        <w:t>EM508</w:t>
      </w:r>
      <w:r w:rsidR="00485C89" w:rsidRPr="008010CD">
        <w:rPr>
          <w:rFonts w:ascii="Leelawadee" w:hAnsi="Leelawadee" w:cs="Leelawadee"/>
          <w:b/>
          <w:bCs/>
          <w:iCs/>
        </w:rPr>
        <w:t>CUP</w:t>
      </w:r>
      <w:r w:rsidR="00B20342" w:rsidRPr="008010CD">
        <w:rPr>
          <w:rFonts w:ascii="Leelawadee" w:hAnsi="Leelawadee" w:cs="Leelawadee"/>
        </w:rPr>
        <w:t xml:space="preserve">, </w:t>
      </w:r>
      <w:r w:rsidR="002E5A29" w:rsidRPr="008010CD">
        <w:rPr>
          <w:rFonts w:ascii="Leelawadee" w:hAnsi="Leelawadee" w:cs="Leelawadee"/>
        </w:rPr>
        <w:t xml:space="preserve">relative </w:t>
      </w:r>
      <w:r w:rsidR="00485C89" w:rsidRPr="008010CD">
        <w:rPr>
          <w:rFonts w:ascii="Leelawadee" w:hAnsi="Leelawadee" w:cs="Leelawadee"/>
        </w:rPr>
        <w:t xml:space="preserve">à </w:t>
      </w:r>
      <w:r w:rsidR="00D0028E" w:rsidRPr="008010CD">
        <w:rPr>
          <w:rFonts w:ascii="Leelawadee" w:hAnsi="Leelawadee" w:cs="Leelawadee"/>
        </w:rPr>
        <w:t>la</w:t>
      </w:r>
      <w:r w:rsidR="007213D0" w:rsidRPr="008010CD">
        <w:rPr>
          <w:rFonts w:ascii="Leelawadee" w:hAnsi="Leelawadee" w:cs="Leelawadee"/>
        </w:rPr>
        <w:t> </w:t>
      </w:r>
      <w:r w:rsidR="008010CD" w:rsidRPr="008010CD">
        <w:rPr>
          <w:rFonts w:ascii="Leelawadee" w:hAnsi="Leelawadee" w:cs="Leelawadee"/>
          <w:b/>
          <w:bCs/>
        </w:rPr>
        <w:t xml:space="preserve">Maintenances préventives et correctives des systèmes de désenfumage naturel et mécanique et des asservissements de sécurité incendie pour les sites hospitaliers de l’Hôpital Européen Georges-Pompidou, de Necker Enfants-Malades et de Vaugirard Gabriel </w:t>
      </w:r>
      <w:proofErr w:type="spellStart"/>
      <w:r w:rsidR="008010CD" w:rsidRPr="008010CD">
        <w:rPr>
          <w:rFonts w:ascii="Leelawadee" w:hAnsi="Leelawadee" w:cs="Leelawadee"/>
          <w:b/>
          <w:bCs/>
        </w:rPr>
        <w:t>Pallez</w:t>
      </w:r>
      <w:proofErr w:type="spellEnd"/>
      <w:r w:rsidR="008010CD" w:rsidRPr="008010CD">
        <w:rPr>
          <w:rFonts w:ascii="Leelawadee" w:hAnsi="Leelawadee" w:cs="Leelawadee"/>
          <w:b/>
          <w:bCs/>
        </w:rPr>
        <w:t xml:space="preserve"> du GHU AP-HP centre Université Paris Cité</w:t>
      </w:r>
      <w:r w:rsidR="00D0028E" w:rsidRPr="008010CD">
        <w:rPr>
          <w:rFonts w:ascii="Leelawadee" w:hAnsi="Leelawadee" w:cs="Leelawadee"/>
        </w:rPr>
        <w:t>.</w:t>
      </w:r>
    </w:p>
    <w:p w14:paraId="180A99A3" w14:textId="77777777" w:rsidR="007213D0" w:rsidRPr="00E82432" w:rsidRDefault="007213D0" w:rsidP="002F3FB0">
      <w:pPr>
        <w:spacing w:after="240" w:line="240" w:lineRule="auto"/>
        <w:jc w:val="both"/>
        <w:rPr>
          <w:rFonts w:ascii="Leelawadee" w:hAnsi="Leelawadee" w:cs="Leelawadee"/>
        </w:rPr>
      </w:pPr>
    </w:p>
    <w:p w14:paraId="2CE66D6F" w14:textId="3B38E6DD" w:rsidR="00C04A3D" w:rsidRPr="00E82432" w:rsidRDefault="00C04A3D" w:rsidP="002F3FB0">
      <w:pPr>
        <w:spacing w:after="240" w:line="240" w:lineRule="auto"/>
        <w:jc w:val="both"/>
        <w:rPr>
          <w:rFonts w:ascii="Leelawadee" w:hAnsi="Leelawadee" w:cs="Leelawadee"/>
        </w:rPr>
      </w:pPr>
      <w:r w:rsidRPr="00E82432">
        <w:rPr>
          <w:rFonts w:ascii="Leelawadee" w:hAnsi="Leelawadee" w:cs="Leelawadee"/>
        </w:rPr>
        <w:t xml:space="preserve">Déclare sur </w:t>
      </w:r>
      <w:r w:rsidR="00A456AC" w:rsidRPr="00E82432">
        <w:rPr>
          <w:rFonts w:ascii="Leelawadee" w:hAnsi="Leelawadee" w:cs="Leelawadee"/>
        </w:rPr>
        <w:t>l’honneur</w:t>
      </w:r>
      <w:r w:rsidR="00A124F9">
        <w:rPr>
          <w:rFonts w:ascii="Leelawadee" w:hAnsi="Leelawadee" w:cs="Leelawadee"/>
          <w:vertAlign w:val="superscript"/>
        </w:rPr>
        <w:t xml:space="preserve"> </w:t>
      </w:r>
      <w:r w:rsidRPr="00E82432">
        <w:rPr>
          <w:rFonts w:ascii="Leelawadee" w:hAnsi="Leelawadee" w:cs="Leelawadee"/>
        </w:rPr>
        <w:t xml:space="preserve">: </w:t>
      </w:r>
    </w:p>
    <w:p w14:paraId="1F011850" w14:textId="3A97E167" w:rsidR="00C04A3D" w:rsidRPr="00E82432" w:rsidRDefault="008010CD" w:rsidP="00E82432">
      <w:pPr>
        <w:spacing w:after="240" w:line="240" w:lineRule="auto"/>
        <w:jc w:val="both"/>
        <w:rPr>
          <w:rFonts w:ascii="Leelawadee" w:hAnsi="Leelawadee" w:cs="Leelawadee"/>
        </w:rPr>
      </w:pPr>
      <w:sdt>
        <w:sdtPr>
          <w:rPr>
            <w:rFonts w:ascii="Leelawadee" w:hAnsi="Leelawadee" w:cs="Leelawadee"/>
          </w:rPr>
          <w:id w:val="620883731"/>
          <w14:checkbox>
            <w14:checked w14:val="0"/>
            <w14:checkedState w14:val="2612" w14:font="MS Gothic"/>
            <w14:uncheckedState w14:val="2610" w14:font="MS Gothic"/>
          </w14:checkbox>
        </w:sdtPr>
        <w:sdtEndPr/>
        <w:sdtContent>
          <w:r w:rsidR="00D555A4">
            <w:rPr>
              <w:rFonts w:ascii="MS Gothic" w:eastAsia="MS Gothic" w:hAnsi="MS Gothic" w:cs="Leelawadee" w:hint="eastAsia"/>
            </w:rPr>
            <w:t>☐</w:t>
          </w:r>
        </w:sdtContent>
      </w:sdt>
      <w:r w:rsidR="00B06B00" w:rsidRPr="00E82432">
        <w:rPr>
          <w:rFonts w:ascii="Leelawadee" w:hAnsi="Leelawadee" w:cs="Leelawadee"/>
        </w:rPr>
        <w:t> </w:t>
      </w:r>
      <w:r w:rsidR="007270E0" w:rsidRPr="00E82432">
        <w:rPr>
          <w:rFonts w:ascii="Leelawadee" w:hAnsi="Leelawadee" w:cs="Leelawadee"/>
        </w:rPr>
        <w:t>N</w:t>
      </w:r>
      <w:r w:rsidR="00C04A3D" w:rsidRPr="00E82432">
        <w:rPr>
          <w:rFonts w:ascii="Leelawadee" w:hAnsi="Leelawadee" w:cs="Leelawadee"/>
        </w:rPr>
        <w:t xml:space="preserve">e pas être un ressortissant russe ou une personne physique ou morale, une entité ou un organisme établi </w:t>
      </w:r>
      <w:proofErr w:type="gramStart"/>
      <w:r w:rsidR="00C04A3D" w:rsidRPr="00E82432">
        <w:rPr>
          <w:rFonts w:ascii="Leelawadee" w:hAnsi="Leelawadee" w:cs="Leelawadee"/>
        </w:rPr>
        <w:t>sur</w:t>
      </w:r>
      <w:proofErr w:type="gramEnd"/>
      <w:r w:rsidR="00C04A3D" w:rsidRPr="00E82432">
        <w:rPr>
          <w:rFonts w:ascii="Leelawadee" w:hAnsi="Leelawadee" w:cs="Leelawadee"/>
        </w:rPr>
        <w:t xml:space="preserve"> le territoire russe ; </w:t>
      </w:r>
    </w:p>
    <w:p w14:paraId="080E7880" w14:textId="0D5D5582" w:rsidR="00C04A3D" w:rsidRPr="00E82432" w:rsidRDefault="008010CD" w:rsidP="00B06B00">
      <w:pPr>
        <w:pStyle w:val="Default"/>
        <w:spacing w:after="240"/>
        <w:jc w:val="both"/>
        <w:rPr>
          <w:rFonts w:ascii="Leelawadee" w:hAnsi="Leelawadee" w:cs="Leelawadee"/>
          <w:sz w:val="20"/>
          <w:szCs w:val="20"/>
        </w:rPr>
      </w:pPr>
      <w:sdt>
        <w:sdtPr>
          <w:rPr>
            <w:rFonts w:ascii="Leelawadee" w:hAnsi="Leelawadee" w:cs="Leelawadee"/>
            <w:sz w:val="20"/>
            <w:szCs w:val="20"/>
          </w:rPr>
          <w:id w:val="-1512754541"/>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être détenu à plus de 50 %, et ce, de manière directe ou indirecte, par une entité établie sur le territoire russe ; </w:t>
      </w:r>
    </w:p>
    <w:p w14:paraId="2E318C42" w14:textId="41AFB6F5" w:rsidR="00C04A3D" w:rsidRPr="00E82432" w:rsidRDefault="008010CD" w:rsidP="00B06B00">
      <w:pPr>
        <w:pStyle w:val="Default"/>
        <w:spacing w:after="240"/>
        <w:jc w:val="both"/>
        <w:rPr>
          <w:rFonts w:ascii="Leelawadee" w:hAnsi="Leelawadee" w:cs="Leelawadee"/>
          <w:sz w:val="20"/>
          <w:szCs w:val="20"/>
        </w:rPr>
      </w:pPr>
      <w:sdt>
        <w:sdtPr>
          <w:rPr>
            <w:rFonts w:ascii="Leelawadee" w:hAnsi="Leelawadee" w:cs="Leelawadee"/>
            <w:sz w:val="20"/>
            <w:szCs w:val="20"/>
          </w:rPr>
          <w:id w:val="1016273330"/>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7270E0" w:rsidRPr="00E82432">
        <w:rPr>
          <w:rFonts w:ascii="Leelawadee" w:hAnsi="Leelawadee" w:cs="Leelawadee"/>
          <w:sz w:val="20"/>
          <w:szCs w:val="20"/>
        </w:rPr>
        <w:t>N</w:t>
      </w:r>
      <w:r w:rsidR="00C04A3D" w:rsidRPr="00E82432">
        <w:rPr>
          <w:rFonts w:ascii="Leelawadee" w:hAnsi="Leelawadee" w:cs="Leelawadee"/>
          <w:sz w:val="20"/>
          <w:szCs w:val="20"/>
        </w:rPr>
        <w:t xml:space="preserve">e pas agir pour le compte ou sur instruction d’une entité établie sur le territoire russe ou d’une entité détenue à plus de 50 % par une entité elle-même établie sur le territoire russe ; </w:t>
      </w:r>
    </w:p>
    <w:p w14:paraId="3DDE9DF0" w14:textId="30B7330D" w:rsidR="00C04A3D" w:rsidRPr="00E82432" w:rsidRDefault="008010CD" w:rsidP="00B06B00">
      <w:pPr>
        <w:pStyle w:val="Default"/>
        <w:spacing w:after="240"/>
        <w:jc w:val="both"/>
        <w:rPr>
          <w:rFonts w:ascii="Leelawadee" w:hAnsi="Leelawadee" w:cs="Leelawadee"/>
          <w:sz w:val="20"/>
          <w:szCs w:val="20"/>
        </w:rPr>
      </w:pPr>
      <w:sdt>
        <w:sdtPr>
          <w:rPr>
            <w:rFonts w:ascii="Leelawadee" w:hAnsi="Leelawadee" w:cs="Leelawadee"/>
            <w:sz w:val="20"/>
            <w:szCs w:val="20"/>
          </w:rPr>
          <w:id w:val="-326280162"/>
          <w14:checkbox>
            <w14:checked w14:val="0"/>
            <w14:checkedState w14:val="2612" w14:font="MS Gothic"/>
            <w14:uncheckedState w14:val="2610" w14:font="MS Gothic"/>
          </w14:checkbox>
        </w:sdtPr>
        <w:sdtEndPr/>
        <w:sdtContent>
          <w:r w:rsidR="002E5A29">
            <w:rPr>
              <w:rFonts w:ascii="MS Gothic" w:eastAsia="MS Gothic" w:hAnsi="MS Gothic" w:cs="Leelawadee" w:hint="eastAsia"/>
              <w:sz w:val="20"/>
              <w:szCs w:val="20"/>
            </w:rPr>
            <w:t>☐</w:t>
          </w:r>
        </w:sdtContent>
      </w:sdt>
      <w:r w:rsidR="00B06B00" w:rsidRPr="00E82432">
        <w:rPr>
          <w:rFonts w:ascii="Leelawadee" w:hAnsi="Leelawadee" w:cs="Leelawadee"/>
          <w:sz w:val="20"/>
          <w:szCs w:val="20"/>
        </w:rPr>
        <w:t> </w:t>
      </w:r>
      <w:r w:rsidR="007270E0" w:rsidRPr="00E82432">
        <w:rPr>
          <w:rFonts w:ascii="Leelawadee" w:hAnsi="Leelawadee" w:cs="Leelawadee"/>
          <w:sz w:val="20"/>
          <w:szCs w:val="20"/>
        </w:rPr>
        <w:t>N</w:t>
      </w:r>
      <w:r w:rsidR="00C04A3D" w:rsidRPr="00E82432">
        <w:rPr>
          <w:rFonts w:ascii="Leelawadee" w:hAnsi="Leelawadee" w:cs="Leelawadee"/>
          <w:sz w:val="20"/>
          <w:szCs w:val="20"/>
        </w:rPr>
        <w:t>e pas avoir</w:t>
      </w:r>
      <w:r w:rsidR="00022E28">
        <w:rPr>
          <w:rFonts w:ascii="Leelawadee" w:hAnsi="Leelawadee" w:cs="Leelawadee"/>
          <w:sz w:val="20"/>
          <w:szCs w:val="20"/>
        </w:rPr>
        <w:t xml:space="preserve"> </w:t>
      </w:r>
      <w:proofErr w:type="gramStart"/>
      <w:r w:rsidR="00C04A3D" w:rsidRPr="00E82432">
        <w:rPr>
          <w:rFonts w:ascii="Leelawadee" w:hAnsi="Leelawadee" w:cs="Leelawadee"/>
          <w:sz w:val="20"/>
          <w:szCs w:val="20"/>
        </w:rPr>
        <w:t>recours</w:t>
      </w:r>
      <w:proofErr w:type="gramEnd"/>
      <w:r w:rsidR="00C04A3D" w:rsidRPr="00E82432">
        <w:rPr>
          <w:rFonts w:ascii="Leelawadee" w:hAnsi="Leelawadee" w:cs="Leelawadee"/>
          <w:sz w:val="20"/>
          <w:szCs w:val="20"/>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205DD17D" w14:textId="77777777" w:rsidR="00C04A3D" w:rsidRPr="00E82432" w:rsidRDefault="00C04A3D" w:rsidP="007270E0">
      <w:pPr>
        <w:spacing w:after="240" w:line="240" w:lineRule="auto"/>
        <w:ind w:firstLine="567"/>
        <w:jc w:val="both"/>
        <w:rPr>
          <w:rFonts w:ascii="Leelawadee" w:hAnsi="Leelawadee" w:cs="Leelawadee"/>
        </w:rPr>
      </w:pPr>
      <w:r w:rsidRPr="00E82432">
        <w:rPr>
          <w:rFonts w:ascii="Leelawadee" w:hAnsi="Leelawadee" w:cs="Leelawadee"/>
        </w:rPr>
        <w:t xml:space="preserve">Je suis par ailleurs informé(e) que l’établissement d’une fausse déclaration, incomplète ou erronée m’expose à des sanctions pénales et à la résiliation du marché dont je suis titulaire. </w:t>
      </w:r>
    </w:p>
    <w:p w14:paraId="4A3A5EF5" w14:textId="77777777" w:rsidR="00C04A3D" w:rsidRPr="00E82432" w:rsidRDefault="00C04A3D" w:rsidP="007270E0">
      <w:pPr>
        <w:spacing w:before="600" w:after="240" w:line="240" w:lineRule="auto"/>
        <w:jc w:val="right"/>
        <w:rPr>
          <w:rFonts w:ascii="Leelawadee" w:hAnsi="Leelawadee" w:cs="Leelawadee"/>
        </w:rPr>
      </w:pPr>
      <w:r w:rsidRPr="00E82432">
        <w:rPr>
          <w:rFonts w:ascii="Leelawadee" w:hAnsi="Leelawadee" w:cs="Leelawadee"/>
        </w:rPr>
        <w:t>Date et sig</w:t>
      </w:r>
      <w:r w:rsidR="00063773" w:rsidRPr="00E82432">
        <w:rPr>
          <w:rFonts w:ascii="Leelawadee" w:hAnsi="Leelawadee" w:cs="Leelawadee"/>
        </w:rPr>
        <w:t>nature de la personne habilitée</w:t>
      </w:r>
    </w:p>
    <w:sectPr w:rsidR="00C04A3D" w:rsidRPr="00E82432" w:rsidSect="002E5A29">
      <w:headerReference w:type="default" r:id="rId8"/>
      <w:footerReference w:type="default" r:id="rId9"/>
      <w:headerReference w:type="first" r:id="rId10"/>
      <w:footerReference w:type="first" r:id="rId11"/>
      <w:type w:val="continuous"/>
      <w:pgSz w:w="11906" w:h="16838" w:code="9"/>
      <w:pgMar w:top="680" w:right="1134" w:bottom="3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7153" w14:textId="77777777" w:rsidR="002F348F" w:rsidRDefault="002F348F" w:rsidP="00F40A95">
      <w:r>
        <w:separator/>
      </w:r>
    </w:p>
  </w:endnote>
  <w:endnote w:type="continuationSeparator" w:id="0">
    <w:p w14:paraId="451A55BF" w14:textId="77777777" w:rsidR="002F348F" w:rsidRDefault="002F348F"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altName w:val="Tahoma"/>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Leelawadee">
    <w:panose1 w:val="020B0502040204020203"/>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2870" w14:textId="77777777" w:rsidR="000D5811" w:rsidRDefault="000D5811">
    <w:pPr>
      <w:pStyle w:val="Pieddepage"/>
    </w:pPr>
  </w:p>
  <w:p w14:paraId="4BF71B2A" w14:textId="77777777" w:rsidR="00567D81" w:rsidRDefault="00567D81">
    <w:pPr>
      <w:pStyle w:val="Pieddepage"/>
    </w:pPr>
  </w:p>
  <w:p w14:paraId="61DA093A" w14:textId="77777777" w:rsidR="00567D81" w:rsidRDefault="00567D81">
    <w:pPr>
      <w:pStyle w:val="Pieddepage"/>
    </w:pPr>
  </w:p>
  <w:p w14:paraId="04A0D04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EF3B1" w14:textId="77777777" w:rsidR="000D5811" w:rsidRDefault="000D5811">
    <w:pPr>
      <w:pStyle w:val="Pieddepage"/>
    </w:pPr>
  </w:p>
  <w:p w14:paraId="4F577EFA" w14:textId="77777777" w:rsidR="000D5811" w:rsidRDefault="000D5811">
    <w:pPr>
      <w:pStyle w:val="Pieddepage"/>
    </w:pPr>
  </w:p>
  <w:p w14:paraId="6AAF2711" w14:textId="77777777" w:rsidR="00567D81" w:rsidRDefault="00567D81">
    <w:pPr>
      <w:pStyle w:val="Pieddepage"/>
    </w:pPr>
  </w:p>
  <w:p w14:paraId="5C7AA6BE"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9BFD6" w14:textId="77777777" w:rsidR="002F348F" w:rsidRDefault="002F348F" w:rsidP="00F40A95">
      <w:r>
        <w:separator/>
      </w:r>
    </w:p>
  </w:footnote>
  <w:footnote w:type="continuationSeparator" w:id="0">
    <w:p w14:paraId="486C3759" w14:textId="77777777" w:rsidR="002F348F" w:rsidRDefault="002F348F"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556D8C90" w14:textId="77777777" w:rsidTr="00615ABA">
      <w:trPr>
        <w:trHeight w:val="192"/>
      </w:trPr>
      <w:tc>
        <w:tcPr>
          <w:tcW w:w="11000" w:type="dxa"/>
          <w:gridSpan w:val="3"/>
          <w:vAlign w:val="bottom"/>
        </w:tcPr>
        <w:p w14:paraId="3CAD0A36" w14:textId="77777777" w:rsidR="00A33DCB" w:rsidRPr="003229F9" w:rsidRDefault="00A33DCB" w:rsidP="00A33DCB"/>
      </w:tc>
    </w:tr>
    <w:tr w:rsidR="00A33DCB" w14:paraId="34705E45" w14:textId="77777777" w:rsidTr="00615ABA">
      <w:trPr>
        <w:trHeight w:val="192"/>
      </w:trPr>
      <w:tc>
        <w:tcPr>
          <w:tcW w:w="5217" w:type="dxa"/>
          <w:vAlign w:val="bottom"/>
        </w:tcPr>
        <w:p w14:paraId="66B64D12" w14:textId="77777777" w:rsidR="00A33DCB" w:rsidRPr="003229F9" w:rsidRDefault="00A33DCB" w:rsidP="00A33DCB">
          <w:pPr>
            <w:pStyle w:val="TextePieddepage"/>
          </w:pPr>
        </w:p>
      </w:tc>
      <w:tc>
        <w:tcPr>
          <w:tcW w:w="567" w:type="dxa"/>
          <w:vAlign w:val="bottom"/>
        </w:tcPr>
        <w:p w14:paraId="7AB7A6CB" w14:textId="149AB94C"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A124F9">
            <w:rPr>
              <w:noProof/>
            </w:rPr>
            <w:t>2</w:t>
          </w:r>
          <w:r>
            <w:fldChar w:fldCharType="end"/>
          </w:r>
          <w:r w:rsidRPr="00F41386">
            <w:t>]</w:t>
          </w:r>
        </w:p>
      </w:tc>
      <w:tc>
        <w:tcPr>
          <w:tcW w:w="5216" w:type="dxa"/>
          <w:vAlign w:val="bottom"/>
        </w:tcPr>
        <w:p w14:paraId="7286B23A" w14:textId="77777777" w:rsidR="00A33DCB" w:rsidRPr="003229F9" w:rsidRDefault="00A33DCB" w:rsidP="00A33DCB"/>
      </w:tc>
    </w:tr>
    <w:tr w:rsidR="00A33DCB" w14:paraId="27AC5055" w14:textId="77777777" w:rsidTr="00615ABA">
      <w:trPr>
        <w:trHeight w:hRule="exact" w:val="709"/>
      </w:trPr>
      <w:tc>
        <w:tcPr>
          <w:tcW w:w="11000" w:type="dxa"/>
          <w:gridSpan w:val="3"/>
          <w:vAlign w:val="bottom"/>
        </w:tcPr>
        <w:p w14:paraId="55DD5901" w14:textId="77777777" w:rsidR="00A33DCB" w:rsidRPr="003229F9" w:rsidRDefault="00A33DCB" w:rsidP="00A33DCB"/>
      </w:tc>
    </w:tr>
  </w:tbl>
  <w:p w14:paraId="1892A5F9"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6947E42A" w14:textId="77777777" w:rsidTr="00E66071">
      <w:trPr>
        <w:gridAfter w:val="1"/>
        <w:wAfter w:w="10858" w:type="dxa"/>
        <w:trHeight w:val="567"/>
      </w:trPr>
      <w:tc>
        <w:tcPr>
          <w:tcW w:w="142" w:type="dxa"/>
          <w:tcBorders>
            <w:top w:val="nil"/>
            <w:left w:val="nil"/>
            <w:bottom w:val="nil"/>
            <w:right w:val="nil"/>
          </w:tcBorders>
        </w:tcPr>
        <w:p w14:paraId="04CDE146" w14:textId="77777777" w:rsidR="00D67874" w:rsidRPr="00567D81" w:rsidRDefault="00D67874" w:rsidP="00567D81"/>
      </w:tc>
    </w:tr>
    <w:tr w:rsidR="00567D81" w:rsidRPr="00567D81" w14:paraId="2248DA3F" w14:textId="77777777" w:rsidTr="00E66071">
      <w:trPr>
        <w:trHeight w:hRule="exact" w:val="340"/>
      </w:trPr>
      <w:tc>
        <w:tcPr>
          <w:tcW w:w="11000" w:type="dxa"/>
          <w:gridSpan w:val="2"/>
          <w:tcBorders>
            <w:top w:val="nil"/>
            <w:left w:val="nil"/>
            <w:bottom w:val="nil"/>
            <w:right w:val="nil"/>
          </w:tcBorders>
        </w:tcPr>
        <w:p w14:paraId="0608FFC5" w14:textId="77777777" w:rsidR="00567D81" w:rsidRPr="00567D81" w:rsidRDefault="00567D81" w:rsidP="00567D81"/>
      </w:tc>
    </w:tr>
  </w:tbl>
  <w:p w14:paraId="1E1AAED3" w14:textId="42C827BE" w:rsidR="002E5A29" w:rsidRDefault="002E5A29" w:rsidP="002E5A29">
    <w:pPr>
      <w:pStyle w:val="En-tte"/>
      <w:spacing w:line="280" w:lineRule="exact"/>
    </w:pPr>
    <w:r w:rsidRPr="00F864AD">
      <w:rPr>
        <w:rFonts w:ascii="Leelawadee" w:hAnsi="Leelawadee" w:cs="Leelawadee"/>
        <w:noProof/>
        <w:lang w:eastAsia="fr-FR"/>
      </w:rPr>
      <mc:AlternateContent>
        <mc:Choice Requires="wpg">
          <w:drawing>
            <wp:anchor distT="0" distB="0" distL="114300" distR="114300" simplePos="0" relativeHeight="251661312" behindDoc="0" locked="0" layoutInCell="1" allowOverlap="1" wp14:anchorId="00604AD8" wp14:editId="47A90BC3">
              <wp:simplePos x="0" y="0"/>
              <wp:positionH relativeFrom="column">
                <wp:posOffset>-379095</wp:posOffset>
              </wp:positionH>
              <wp:positionV relativeFrom="paragraph">
                <wp:posOffset>-186691</wp:posOffset>
              </wp:positionV>
              <wp:extent cx="6860540" cy="487045"/>
              <wp:effectExtent l="0" t="0" r="0" b="8255"/>
              <wp:wrapNone/>
              <wp:docPr id="3" name="Groupe 3"/>
              <wp:cNvGraphicFramePr/>
              <a:graphic xmlns:a="http://schemas.openxmlformats.org/drawingml/2006/main">
                <a:graphicData uri="http://schemas.microsoft.com/office/word/2010/wordprocessingGroup">
                  <wpg:wgp>
                    <wpg:cNvGrpSpPr/>
                    <wpg:grpSpPr>
                      <a:xfrm>
                        <a:off x="0" y="0"/>
                        <a:ext cx="6860540" cy="487045"/>
                        <a:chOff x="0" y="0"/>
                        <a:chExt cx="6861092" cy="487568"/>
                      </a:xfrm>
                    </wpg:grpSpPr>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699" cy="487568"/>
                        </a:xfrm>
                        <a:prstGeom prst="rect">
                          <a:avLst/>
                        </a:prstGeom>
                        <a:noFill/>
                        <a:ln>
                          <a:noFill/>
                        </a:ln>
                      </pic:spPr>
                    </pic:pic>
                    <pic:pic xmlns:pic="http://schemas.openxmlformats.org/drawingml/2006/picture">
                      <pic:nvPicPr>
                        <pic:cNvPr id="5" name="Imag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524292" y="1157"/>
                          <a:ext cx="2336800" cy="486410"/>
                        </a:xfrm>
                        <a:prstGeom prst="rect">
                          <a:avLst/>
                        </a:prstGeom>
                      </pic:spPr>
                    </pic:pic>
                  </wpg:wgp>
                </a:graphicData>
              </a:graphic>
              <wp14:sizeRelV relativeFrom="margin">
                <wp14:pctHeight>0</wp14:pctHeight>
              </wp14:sizeRelV>
            </wp:anchor>
          </w:drawing>
        </mc:Choice>
        <mc:Fallback>
          <w:pict>
            <v:group w14:anchorId="4924A262" id="Groupe 3" o:spid="_x0000_s1026" style="position:absolute;margin-left:-29.85pt;margin-top:-14.7pt;width:540.2pt;height:38.35pt;z-index:251661312;mso-height-relative:margin" coordsize="68610,4875"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width:15186;height:4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">
                <v:imagedata r:id="rId3" o:title=""/>
                <v:path arrowok="t"/>
              </v:shape>
              <v:shape id="Image 5" o:spid="_x0000_s1028" type="#_x0000_t75" style="position:absolute;left:45242;top:11;width:23368;height:48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">
                <v:imagedata r:id="rId4" o:title=""/>
                <v:path arrowok="t"/>
              </v:shape>
            </v:group>
          </w:pict>
        </mc:Fallback>
      </mc:AlternateContent>
    </w:r>
  </w:p>
  <w:p w14:paraId="77D63D6B" w14:textId="3E7C54A6" w:rsidR="0087564A" w:rsidRDefault="00E82432" w:rsidP="002E5A29">
    <w:pPr>
      <w:pStyle w:val="En-tte"/>
      <w:spacing w:line="280" w:lineRule="exact"/>
    </w:pPr>
    <w:r>
      <w:rPr>
        <w:noProof/>
        <w:lang w:eastAsia="fr-FR"/>
      </w:rPr>
      <w:drawing>
        <wp:anchor distT="0" distB="0" distL="114300" distR="114300" simplePos="0" relativeHeight="251659264" behindDoc="0" locked="0" layoutInCell="1" allowOverlap="1" wp14:anchorId="589C0B7B" wp14:editId="3BC2B36A">
          <wp:simplePos x="0" y="0"/>
          <wp:positionH relativeFrom="margin">
            <wp:posOffset>4023360</wp:posOffset>
          </wp:positionH>
          <wp:positionV relativeFrom="margin">
            <wp:posOffset>-2577493</wp:posOffset>
          </wp:positionV>
          <wp:extent cx="2341245" cy="487680"/>
          <wp:effectExtent l="0" t="0" r="1905" b="762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1245" cy="487680"/>
                  </a:xfrm>
                  <a:prstGeom prst="rect">
                    <a:avLst/>
                  </a:prstGeom>
                  <a:noFill/>
                </pic:spPr>
              </pic:pic>
            </a:graphicData>
          </a:graphic>
          <wp14:sizeRelH relativeFrom="page">
            <wp14:pctWidth>0</wp14:pctWidth>
          </wp14:sizeRelH>
          <wp14:sizeRelV relativeFrom="page">
            <wp14:pctHeight>0</wp14:pctHeight>
          </wp14:sizeRelV>
        </wp:anchor>
      </w:drawing>
    </w:r>
  </w:p>
  <w:p w14:paraId="292E4AF8" w14:textId="11127DC3" w:rsidR="002E5A29" w:rsidRPr="00436B9C" w:rsidRDefault="002E5A29" w:rsidP="002E5A29">
    <w:pPr>
      <w:pStyle w:val="En-tte"/>
      <w:spacing w:line="28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22E28"/>
    <w:rsid w:val="00051F22"/>
    <w:rsid w:val="00060EEF"/>
    <w:rsid w:val="00063773"/>
    <w:rsid w:val="00084765"/>
    <w:rsid w:val="00090957"/>
    <w:rsid w:val="000C4583"/>
    <w:rsid w:val="000C711B"/>
    <w:rsid w:val="000D5811"/>
    <w:rsid w:val="000E3333"/>
    <w:rsid w:val="000F6B2E"/>
    <w:rsid w:val="0012397B"/>
    <w:rsid w:val="001445E3"/>
    <w:rsid w:val="00161D36"/>
    <w:rsid w:val="00161DA2"/>
    <w:rsid w:val="001A0715"/>
    <w:rsid w:val="001E6CFD"/>
    <w:rsid w:val="001F38B8"/>
    <w:rsid w:val="002019AB"/>
    <w:rsid w:val="0022180D"/>
    <w:rsid w:val="0026387A"/>
    <w:rsid w:val="002913D1"/>
    <w:rsid w:val="002A77BE"/>
    <w:rsid w:val="002B4EDF"/>
    <w:rsid w:val="002C1A2B"/>
    <w:rsid w:val="002D7555"/>
    <w:rsid w:val="002E0EB3"/>
    <w:rsid w:val="002E5A29"/>
    <w:rsid w:val="002F348F"/>
    <w:rsid w:val="002F3FB0"/>
    <w:rsid w:val="003018D8"/>
    <w:rsid w:val="00307881"/>
    <w:rsid w:val="0036102E"/>
    <w:rsid w:val="00370CC5"/>
    <w:rsid w:val="00397BF1"/>
    <w:rsid w:val="003B64CF"/>
    <w:rsid w:val="003C0B9A"/>
    <w:rsid w:val="003C7C34"/>
    <w:rsid w:val="004031AD"/>
    <w:rsid w:val="00405945"/>
    <w:rsid w:val="00412B40"/>
    <w:rsid w:val="00420E88"/>
    <w:rsid w:val="0042108A"/>
    <w:rsid w:val="00436B9C"/>
    <w:rsid w:val="004454A7"/>
    <w:rsid w:val="004535B7"/>
    <w:rsid w:val="00462092"/>
    <w:rsid w:val="00481F50"/>
    <w:rsid w:val="00485C89"/>
    <w:rsid w:val="004901F4"/>
    <w:rsid w:val="004971BD"/>
    <w:rsid w:val="004F15B0"/>
    <w:rsid w:val="00505233"/>
    <w:rsid w:val="00507396"/>
    <w:rsid w:val="005232F9"/>
    <w:rsid w:val="0053298C"/>
    <w:rsid w:val="00550AF2"/>
    <w:rsid w:val="00567D81"/>
    <w:rsid w:val="0057028C"/>
    <w:rsid w:val="005766F2"/>
    <w:rsid w:val="00586542"/>
    <w:rsid w:val="0059207F"/>
    <w:rsid w:val="005971E4"/>
    <w:rsid w:val="005B44AB"/>
    <w:rsid w:val="005B5A43"/>
    <w:rsid w:val="005B7251"/>
    <w:rsid w:val="006177F6"/>
    <w:rsid w:val="00620434"/>
    <w:rsid w:val="00640112"/>
    <w:rsid w:val="00657B57"/>
    <w:rsid w:val="00681F64"/>
    <w:rsid w:val="00686D24"/>
    <w:rsid w:val="0069011D"/>
    <w:rsid w:val="006940ED"/>
    <w:rsid w:val="006A43B0"/>
    <w:rsid w:val="006A73A9"/>
    <w:rsid w:val="006B108E"/>
    <w:rsid w:val="006B12AB"/>
    <w:rsid w:val="006C296F"/>
    <w:rsid w:val="006D2E36"/>
    <w:rsid w:val="006F14D1"/>
    <w:rsid w:val="006F291F"/>
    <w:rsid w:val="006F538E"/>
    <w:rsid w:val="007213D0"/>
    <w:rsid w:val="007270E0"/>
    <w:rsid w:val="00736000"/>
    <w:rsid w:val="00753E69"/>
    <w:rsid w:val="00762187"/>
    <w:rsid w:val="00762D0A"/>
    <w:rsid w:val="00767FE3"/>
    <w:rsid w:val="00786344"/>
    <w:rsid w:val="007A3D50"/>
    <w:rsid w:val="007A4C7B"/>
    <w:rsid w:val="007A6549"/>
    <w:rsid w:val="008010CD"/>
    <w:rsid w:val="0081471A"/>
    <w:rsid w:val="00820FB2"/>
    <w:rsid w:val="008229C0"/>
    <w:rsid w:val="0087564A"/>
    <w:rsid w:val="008A0E3C"/>
    <w:rsid w:val="008C158B"/>
    <w:rsid w:val="008C7F3B"/>
    <w:rsid w:val="008D77DD"/>
    <w:rsid w:val="00905643"/>
    <w:rsid w:val="009167B1"/>
    <w:rsid w:val="00942897"/>
    <w:rsid w:val="00971591"/>
    <w:rsid w:val="00972F55"/>
    <w:rsid w:val="009732B5"/>
    <w:rsid w:val="009764FA"/>
    <w:rsid w:val="00977EA0"/>
    <w:rsid w:val="00981B46"/>
    <w:rsid w:val="00994F9D"/>
    <w:rsid w:val="009A4E8B"/>
    <w:rsid w:val="009B5827"/>
    <w:rsid w:val="009C4384"/>
    <w:rsid w:val="009F0950"/>
    <w:rsid w:val="00A124F9"/>
    <w:rsid w:val="00A212E9"/>
    <w:rsid w:val="00A216C0"/>
    <w:rsid w:val="00A33DCB"/>
    <w:rsid w:val="00A456AC"/>
    <w:rsid w:val="00A54B54"/>
    <w:rsid w:val="00A67D96"/>
    <w:rsid w:val="00A76DFD"/>
    <w:rsid w:val="00A91E76"/>
    <w:rsid w:val="00AC318C"/>
    <w:rsid w:val="00AD52B6"/>
    <w:rsid w:val="00AF01DA"/>
    <w:rsid w:val="00AF7B4B"/>
    <w:rsid w:val="00B06B00"/>
    <w:rsid w:val="00B20342"/>
    <w:rsid w:val="00B24A66"/>
    <w:rsid w:val="00B31AB9"/>
    <w:rsid w:val="00B46D28"/>
    <w:rsid w:val="00B505CC"/>
    <w:rsid w:val="00B57222"/>
    <w:rsid w:val="00B9798B"/>
    <w:rsid w:val="00BA01A7"/>
    <w:rsid w:val="00BA5D88"/>
    <w:rsid w:val="00BB13E5"/>
    <w:rsid w:val="00BD2278"/>
    <w:rsid w:val="00BE3C80"/>
    <w:rsid w:val="00C04A3D"/>
    <w:rsid w:val="00C074F8"/>
    <w:rsid w:val="00C10793"/>
    <w:rsid w:val="00C30949"/>
    <w:rsid w:val="00C42BE4"/>
    <w:rsid w:val="00C543FF"/>
    <w:rsid w:val="00C6053A"/>
    <w:rsid w:val="00C82713"/>
    <w:rsid w:val="00C840F8"/>
    <w:rsid w:val="00CB3131"/>
    <w:rsid w:val="00CE66AE"/>
    <w:rsid w:val="00D0028E"/>
    <w:rsid w:val="00D103A3"/>
    <w:rsid w:val="00D34776"/>
    <w:rsid w:val="00D45B22"/>
    <w:rsid w:val="00D45B3A"/>
    <w:rsid w:val="00D555A4"/>
    <w:rsid w:val="00D67874"/>
    <w:rsid w:val="00D85F41"/>
    <w:rsid w:val="00D879FA"/>
    <w:rsid w:val="00DB19C3"/>
    <w:rsid w:val="00DB2103"/>
    <w:rsid w:val="00DB391C"/>
    <w:rsid w:val="00DF66AA"/>
    <w:rsid w:val="00E02555"/>
    <w:rsid w:val="00E2487C"/>
    <w:rsid w:val="00E34CFC"/>
    <w:rsid w:val="00E4654E"/>
    <w:rsid w:val="00E51BD7"/>
    <w:rsid w:val="00E66071"/>
    <w:rsid w:val="00E772BA"/>
    <w:rsid w:val="00E82432"/>
    <w:rsid w:val="00E8652E"/>
    <w:rsid w:val="00E90517"/>
    <w:rsid w:val="00EB3FE0"/>
    <w:rsid w:val="00ED09B1"/>
    <w:rsid w:val="00ED1930"/>
    <w:rsid w:val="00EE0DA7"/>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11BA950"/>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character" w:styleId="Marquedecommentaire">
    <w:name w:val="annotation reference"/>
    <w:basedOn w:val="Policepardfaut"/>
    <w:uiPriority w:val="99"/>
    <w:semiHidden/>
    <w:unhideWhenUsed/>
    <w:rsid w:val="00060EEF"/>
    <w:rPr>
      <w:sz w:val="16"/>
      <w:szCs w:val="16"/>
    </w:rPr>
  </w:style>
  <w:style w:type="paragraph" w:styleId="Commentaire">
    <w:name w:val="annotation text"/>
    <w:basedOn w:val="Normal"/>
    <w:link w:val="CommentaireCar"/>
    <w:uiPriority w:val="99"/>
    <w:semiHidden/>
    <w:unhideWhenUsed/>
    <w:rsid w:val="00060EEF"/>
    <w:pPr>
      <w:spacing w:line="240" w:lineRule="auto"/>
    </w:pPr>
  </w:style>
  <w:style w:type="character" w:customStyle="1" w:styleId="CommentaireCar">
    <w:name w:val="Commentaire Car"/>
    <w:basedOn w:val="Policepardfaut"/>
    <w:link w:val="Commentaire"/>
    <w:uiPriority w:val="99"/>
    <w:semiHidden/>
    <w:rsid w:val="00060EEF"/>
  </w:style>
  <w:style w:type="paragraph" w:styleId="Objetducommentaire">
    <w:name w:val="annotation subject"/>
    <w:basedOn w:val="Commentaire"/>
    <w:next w:val="Commentaire"/>
    <w:link w:val="ObjetducommentaireCar"/>
    <w:uiPriority w:val="99"/>
    <w:semiHidden/>
    <w:unhideWhenUsed/>
    <w:rsid w:val="00060EEF"/>
    <w:rPr>
      <w:b/>
      <w:bCs/>
    </w:rPr>
  </w:style>
  <w:style w:type="character" w:customStyle="1" w:styleId="ObjetducommentaireCar">
    <w:name w:val="Objet du commentaire Car"/>
    <w:basedOn w:val="CommentaireCar"/>
    <w:link w:val="Objetducommentaire"/>
    <w:uiPriority w:val="99"/>
    <w:semiHidden/>
    <w:rsid w:val="00060EEF"/>
    <w:rPr>
      <w:b/>
      <w:bCs/>
    </w:rPr>
  </w:style>
  <w:style w:type="paragraph" w:styleId="Notedebasdepage">
    <w:name w:val="footnote text"/>
    <w:basedOn w:val="Normal"/>
    <w:link w:val="NotedebasdepageCar"/>
    <w:uiPriority w:val="99"/>
    <w:semiHidden/>
    <w:unhideWhenUsed/>
    <w:rsid w:val="00022E28"/>
    <w:pPr>
      <w:spacing w:line="240" w:lineRule="auto"/>
    </w:pPr>
  </w:style>
  <w:style w:type="character" w:customStyle="1" w:styleId="NotedebasdepageCar">
    <w:name w:val="Note de bas de page Car"/>
    <w:basedOn w:val="Policepardfaut"/>
    <w:link w:val="Notedebasdepage"/>
    <w:uiPriority w:val="99"/>
    <w:semiHidden/>
    <w:rsid w:val="00022E28"/>
  </w:style>
  <w:style w:type="character" w:styleId="Appelnotedebasdep">
    <w:name w:val="footnote reference"/>
    <w:basedOn w:val="Policepardfaut"/>
    <w:uiPriority w:val="99"/>
    <w:semiHidden/>
    <w:unhideWhenUsed/>
    <w:rsid w:val="00022E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7E464-BE34-40B0-9003-B99EA2C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55</TotalTime>
  <Pages>1</Pages>
  <Words>240</Words>
  <Characters>1322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SCAZZOLA MUSCAT Christel</cp:lastModifiedBy>
  <cp:revision>34</cp:revision>
  <cp:lastPrinted>2024-03-14T12:43:00Z</cp:lastPrinted>
  <dcterms:created xsi:type="dcterms:W3CDTF">2022-05-03T08:08:00Z</dcterms:created>
  <dcterms:modified xsi:type="dcterms:W3CDTF">2025-10-09T09:44:00Z</dcterms:modified>
</cp:coreProperties>
</file>